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3BF" w:rsidRPr="001A13BF" w:rsidRDefault="001A13BF" w:rsidP="00F83D9F">
      <w:pPr>
        <w:spacing w:after="0" w:line="240" w:lineRule="auto"/>
        <w:rPr>
          <w:b/>
          <w:sz w:val="36"/>
        </w:rPr>
      </w:pPr>
      <w:r w:rsidRPr="001A13BF">
        <w:rPr>
          <w:b/>
          <w:sz w:val="36"/>
        </w:rPr>
        <w:t>Grade 8</w:t>
      </w:r>
    </w:p>
    <w:p w:rsidR="00EC3486" w:rsidRDefault="00EC3486" w:rsidP="00F83D9F">
      <w:pPr>
        <w:spacing w:after="0" w:line="240" w:lineRule="auto"/>
      </w:pPr>
    </w:p>
    <w:tbl>
      <w:tblPr>
        <w:tblW w:w="14130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40"/>
        <w:gridCol w:w="2340"/>
        <w:gridCol w:w="2430"/>
        <w:gridCol w:w="2340"/>
        <w:gridCol w:w="2340"/>
        <w:gridCol w:w="2340"/>
      </w:tblGrid>
      <w:tr w:rsidR="00625274" w:rsidRPr="00F33E92" w:rsidTr="00625274">
        <w:trPr>
          <w:trHeight w:val="576"/>
        </w:trPr>
        <w:tc>
          <w:tcPr>
            <w:tcW w:w="2340" w:type="dxa"/>
          </w:tcPr>
          <w:p w:rsidR="00E07635" w:rsidRDefault="00E07635" w:rsidP="002008DA">
            <w:pPr>
              <w:spacing w:after="0" w:line="240" w:lineRule="auto"/>
              <w:jc w:val="center"/>
            </w:pPr>
            <w:r>
              <w:rPr>
                <w:b/>
              </w:rPr>
              <w:t xml:space="preserve">Unit Title: </w:t>
            </w:r>
            <w:r>
              <w:t>Hydrosphere</w:t>
            </w:r>
          </w:p>
          <w:p w:rsidR="00E07635" w:rsidRDefault="00E07635" w:rsidP="002008DA">
            <w:pPr>
              <w:spacing w:after="0" w:line="240" w:lineRule="auto"/>
              <w:jc w:val="center"/>
            </w:pPr>
          </w:p>
          <w:p w:rsidR="00E07635" w:rsidRPr="00F33E92" w:rsidRDefault="00E07635" w:rsidP="002008DA">
            <w:pPr>
              <w:spacing w:after="0" w:line="240" w:lineRule="auto"/>
              <w:jc w:val="center"/>
              <w:rPr>
                <w:b/>
              </w:rPr>
            </w:pPr>
            <w:r>
              <w:t>(Earth Science)</w:t>
            </w:r>
          </w:p>
        </w:tc>
        <w:tc>
          <w:tcPr>
            <w:tcW w:w="2340" w:type="dxa"/>
          </w:tcPr>
          <w:p w:rsidR="00E07635" w:rsidRDefault="00E07635" w:rsidP="003A06B4">
            <w:pPr>
              <w:spacing w:after="0" w:line="240" w:lineRule="auto"/>
              <w:jc w:val="center"/>
            </w:pPr>
            <w:r>
              <w:rPr>
                <w:b/>
              </w:rPr>
              <w:t xml:space="preserve">Unit Title: </w:t>
            </w:r>
            <w:r>
              <w:t>Evolution</w:t>
            </w:r>
          </w:p>
          <w:p w:rsidR="00E07635" w:rsidRPr="00FE6885" w:rsidRDefault="00E07635" w:rsidP="00E07635">
            <w:pPr>
              <w:spacing w:after="0" w:line="240" w:lineRule="auto"/>
              <w:jc w:val="center"/>
            </w:pPr>
            <w:r>
              <w:t>(Earth Science/Life Science)</w:t>
            </w:r>
          </w:p>
        </w:tc>
        <w:tc>
          <w:tcPr>
            <w:tcW w:w="2430" w:type="dxa"/>
          </w:tcPr>
          <w:p w:rsidR="00E07635" w:rsidRDefault="00E07635" w:rsidP="003A06B4">
            <w:pPr>
              <w:spacing w:after="0" w:line="240" w:lineRule="auto"/>
              <w:jc w:val="center"/>
            </w:pPr>
            <w:r>
              <w:rPr>
                <w:b/>
              </w:rPr>
              <w:t xml:space="preserve">Unit Title: </w:t>
            </w:r>
            <w:r>
              <w:t>Microbiology and Disease</w:t>
            </w:r>
          </w:p>
          <w:p w:rsidR="00E07635" w:rsidRPr="00FE6885" w:rsidRDefault="00E07635" w:rsidP="00D34E55">
            <w:pPr>
              <w:spacing w:after="0" w:line="240" w:lineRule="auto"/>
              <w:jc w:val="center"/>
            </w:pPr>
            <w:r>
              <w:t>(</w:t>
            </w:r>
            <w:r w:rsidR="00D34E55">
              <w:t>Earth Science/Life</w:t>
            </w:r>
            <w:r>
              <w:t xml:space="preserve"> Science)</w:t>
            </w:r>
          </w:p>
        </w:tc>
        <w:tc>
          <w:tcPr>
            <w:tcW w:w="2340" w:type="dxa"/>
          </w:tcPr>
          <w:p w:rsidR="00E07635" w:rsidRDefault="00E07635" w:rsidP="003A06B4">
            <w:pPr>
              <w:spacing w:after="0" w:line="240" w:lineRule="auto"/>
              <w:jc w:val="center"/>
            </w:pPr>
            <w:r>
              <w:rPr>
                <w:b/>
              </w:rPr>
              <w:t xml:space="preserve">Unit Title: </w:t>
            </w:r>
            <w:r>
              <w:t>Ecosystems</w:t>
            </w:r>
          </w:p>
          <w:p w:rsidR="00E07635" w:rsidRDefault="00E07635" w:rsidP="003A06B4">
            <w:pPr>
              <w:spacing w:after="0" w:line="240" w:lineRule="auto"/>
              <w:jc w:val="center"/>
            </w:pPr>
          </w:p>
          <w:p w:rsidR="00E07635" w:rsidRPr="00FE6885" w:rsidRDefault="00E07635" w:rsidP="003A06B4">
            <w:pPr>
              <w:spacing w:after="0" w:line="240" w:lineRule="auto"/>
              <w:jc w:val="center"/>
            </w:pPr>
            <w:r>
              <w:t>(Life Science)</w:t>
            </w:r>
          </w:p>
        </w:tc>
        <w:tc>
          <w:tcPr>
            <w:tcW w:w="2340" w:type="dxa"/>
          </w:tcPr>
          <w:p w:rsidR="00E07635" w:rsidRPr="00FE6885" w:rsidRDefault="00E07635" w:rsidP="003A06B4">
            <w:pPr>
              <w:spacing w:after="0" w:line="240" w:lineRule="auto"/>
              <w:jc w:val="center"/>
            </w:pPr>
            <w:r>
              <w:rPr>
                <w:b/>
              </w:rPr>
              <w:t xml:space="preserve">Unit Title: </w:t>
            </w:r>
            <w:r>
              <w:t>Matter</w:t>
            </w:r>
          </w:p>
          <w:p w:rsidR="00E07635" w:rsidRDefault="00E07635" w:rsidP="003A06B4">
            <w:pPr>
              <w:spacing w:after="0" w:line="240" w:lineRule="auto"/>
              <w:jc w:val="center"/>
              <w:rPr>
                <w:b/>
              </w:rPr>
            </w:pPr>
          </w:p>
          <w:p w:rsidR="00E07635" w:rsidRPr="00E07635" w:rsidRDefault="00E07635" w:rsidP="003A06B4">
            <w:pPr>
              <w:spacing w:after="0" w:line="240" w:lineRule="auto"/>
              <w:jc w:val="center"/>
            </w:pPr>
            <w:r w:rsidRPr="00E07635">
              <w:t>(Physical Science)</w:t>
            </w:r>
          </w:p>
        </w:tc>
        <w:tc>
          <w:tcPr>
            <w:tcW w:w="2340" w:type="dxa"/>
          </w:tcPr>
          <w:p w:rsidR="00E07635" w:rsidRDefault="00E07635" w:rsidP="003A06B4">
            <w:pPr>
              <w:spacing w:after="0" w:line="240" w:lineRule="auto"/>
              <w:jc w:val="center"/>
            </w:pPr>
            <w:r>
              <w:rPr>
                <w:b/>
              </w:rPr>
              <w:t xml:space="preserve">Unit Title: </w:t>
            </w:r>
            <w:r w:rsidRPr="00FE6885">
              <w:t>Energy</w:t>
            </w:r>
          </w:p>
          <w:p w:rsidR="00E07635" w:rsidRDefault="00E07635" w:rsidP="003A06B4">
            <w:pPr>
              <w:spacing w:after="0" w:line="240" w:lineRule="auto"/>
              <w:jc w:val="center"/>
            </w:pPr>
          </w:p>
          <w:p w:rsidR="00E07635" w:rsidRPr="00F33E92" w:rsidRDefault="00E07635" w:rsidP="003A06B4">
            <w:pPr>
              <w:spacing w:after="0" w:line="240" w:lineRule="auto"/>
              <w:jc w:val="center"/>
              <w:rPr>
                <w:b/>
              </w:rPr>
            </w:pPr>
            <w:r>
              <w:t>(Physical Science)</w:t>
            </w:r>
          </w:p>
        </w:tc>
      </w:tr>
      <w:tr w:rsidR="00625274" w:rsidRPr="00F33E92" w:rsidTr="00625274">
        <w:trPr>
          <w:trHeight w:val="576"/>
        </w:trPr>
        <w:tc>
          <w:tcPr>
            <w:tcW w:w="2340" w:type="dxa"/>
          </w:tcPr>
          <w:p w:rsidR="00E07635" w:rsidRPr="00296C4E" w:rsidRDefault="00E07635" w:rsidP="00B1528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Essential Question: </w:t>
            </w:r>
            <w:r w:rsidRPr="007255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How does human behavior at the local level affect the entire hydrosphere?</w:t>
            </w:r>
          </w:p>
          <w:p w:rsidR="00E07635" w:rsidRDefault="00E07635" w:rsidP="00B15289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07635" w:rsidRDefault="00E07635" w:rsidP="00B15289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07635" w:rsidRDefault="00E07635" w:rsidP="00B1528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Enduring Understandings: </w:t>
            </w:r>
            <w:r>
              <w:rPr>
                <w:sz w:val="20"/>
                <w:szCs w:val="20"/>
              </w:rPr>
              <w:t>The Earth’s water is interconnected; damage to the water supply at the local level will have effects across the hydrosphere.</w:t>
            </w:r>
          </w:p>
          <w:p w:rsidR="00625274" w:rsidRDefault="00625274" w:rsidP="00B15289">
            <w:pPr>
              <w:spacing w:after="0" w:line="240" w:lineRule="auto"/>
              <w:rPr>
                <w:sz w:val="20"/>
                <w:szCs w:val="20"/>
              </w:rPr>
            </w:pPr>
          </w:p>
          <w:p w:rsidR="00625274" w:rsidRPr="00296C4E" w:rsidRDefault="00625274" w:rsidP="00B15289">
            <w:pPr>
              <w:spacing w:after="0" w:line="240" w:lineRule="auto"/>
              <w:rPr>
                <w:sz w:val="20"/>
                <w:szCs w:val="20"/>
              </w:rPr>
            </w:pPr>
          </w:p>
          <w:p w:rsidR="00E07635" w:rsidRDefault="00E07635" w:rsidP="00B15289">
            <w:pPr>
              <w:spacing w:after="0" w:line="240" w:lineRule="auto"/>
              <w:rPr>
                <w:b/>
                <w:color w:val="548DD4"/>
                <w:sz w:val="20"/>
                <w:szCs w:val="20"/>
              </w:rPr>
            </w:pPr>
            <w:r w:rsidRPr="004D6FBC">
              <w:rPr>
                <w:b/>
                <w:color w:val="548DD4"/>
                <w:sz w:val="20"/>
                <w:szCs w:val="20"/>
              </w:rPr>
              <w:t>Core Standards</w:t>
            </w:r>
          </w:p>
          <w:p w:rsidR="00E07635" w:rsidRPr="00BD0819" w:rsidRDefault="00E07635" w:rsidP="00B15289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RST.6-8.1</w:t>
            </w:r>
            <w:r>
              <w:rPr>
                <w:color w:val="548DD4"/>
                <w:sz w:val="20"/>
                <w:szCs w:val="20"/>
              </w:rPr>
              <w:t xml:space="preserve">      WHST.6-8.1</w:t>
            </w:r>
          </w:p>
          <w:p w:rsidR="00E07635" w:rsidRPr="00BD0819" w:rsidRDefault="00E07635" w:rsidP="00B15289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RST.6-8.2</w:t>
            </w:r>
            <w:r>
              <w:rPr>
                <w:color w:val="548DD4"/>
                <w:sz w:val="20"/>
                <w:szCs w:val="20"/>
              </w:rPr>
              <w:t xml:space="preserve">      WHST.6-8.2</w:t>
            </w:r>
          </w:p>
          <w:p w:rsidR="00E07635" w:rsidRPr="00BD0819" w:rsidRDefault="00E07635" w:rsidP="00B15289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RST.6-8.3</w:t>
            </w:r>
            <w:r>
              <w:rPr>
                <w:color w:val="548DD4"/>
                <w:sz w:val="20"/>
                <w:szCs w:val="20"/>
              </w:rPr>
              <w:t xml:space="preserve">      WHST.6-8.4</w:t>
            </w:r>
          </w:p>
          <w:p w:rsidR="00E07635" w:rsidRPr="00BD0819" w:rsidRDefault="00E07635" w:rsidP="00B15289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RST.6-8.4</w:t>
            </w:r>
            <w:r>
              <w:rPr>
                <w:color w:val="548DD4"/>
                <w:sz w:val="20"/>
                <w:szCs w:val="20"/>
              </w:rPr>
              <w:t xml:space="preserve">      WHST.6-8.5</w:t>
            </w:r>
          </w:p>
          <w:p w:rsidR="00E07635" w:rsidRPr="00BD0819" w:rsidRDefault="00E07635" w:rsidP="00B15289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RST.6-8.5</w:t>
            </w:r>
            <w:r>
              <w:rPr>
                <w:color w:val="548DD4"/>
                <w:sz w:val="20"/>
                <w:szCs w:val="20"/>
              </w:rPr>
              <w:t xml:space="preserve">      WHST.6-8.6</w:t>
            </w:r>
          </w:p>
          <w:p w:rsidR="00E07635" w:rsidRPr="00BD0819" w:rsidRDefault="00E07635" w:rsidP="00B15289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RST.6-8.6</w:t>
            </w:r>
            <w:r>
              <w:rPr>
                <w:color w:val="548DD4"/>
                <w:sz w:val="20"/>
                <w:szCs w:val="20"/>
              </w:rPr>
              <w:t xml:space="preserve">      WHST.6-8.7</w:t>
            </w:r>
          </w:p>
          <w:p w:rsidR="00E07635" w:rsidRPr="00BD0819" w:rsidRDefault="00E07635" w:rsidP="00B15289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RST.6-8.7</w:t>
            </w:r>
            <w:r>
              <w:rPr>
                <w:color w:val="548DD4"/>
                <w:sz w:val="20"/>
                <w:szCs w:val="20"/>
              </w:rPr>
              <w:t xml:space="preserve">      WHST.6-8.8</w:t>
            </w:r>
          </w:p>
          <w:p w:rsidR="00E07635" w:rsidRPr="00BD0819" w:rsidRDefault="00E07635" w:rsidP="00B15289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RST.6-8.8</w:t>
            </w:r>
            <w:r>
              <w:rPr>
                <w:color w:val="548DD4"/>
                <w:sz w:val="20"/>
                <w:szCs w:val="20"/>
              </w:rPr>
              <w:t xml:space="preserve">      WHST.6-8.9</w:t>
            </w:r>
          </w:p>
          <w:p w:rsidR="00E07635" w:rsidRPr="00BD0819" w:rsidRDefault="00E07635" w:rsidP="00B15289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RST.6-8.9</w:t>
            </w:r>
            <w:r>
              <w:rPr>
                <w:color w:val="548DD4"/>
                <w:sz w:val="20"/>
                <w:szCs w:val="20"/>
              </w:rPr>
              <w:t xml:space="preserve">      WHST.6-8.10</w:t>
            </w:r>
          </w:p>
          <w:p w:rsidR="00E07635" w:rsidRPr="004D6FBC" w:rsidRDefault="00E07635" w:rsidP="00B15289">
            <w:pPr>
              <w:spacing w:after="0" w:line="240" w:lineRule="auto"/>
              <w:rPr>
                <w:b/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RST.6-8.10</w:t>
            </w:r>
          </w:p>
          <w:p w:rsidR="00E07635" w:rsidRDefault="00E07635" w:rsidP="006255B4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07635" w:rsidRPr="00F33E92" w:rsidRDefault="00E07635" w:rsidP="006255B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33E92">
              <w:rPr>
                <w:b/>
                <w:sz w:val="20"/>
                <w:szCs w:val="20"/>
              </w:rPr>
              <w:t>Priority Standards</w:t>
            </w:r>
          </w:p>
          <w:p w:rsidR="00E07635" w:rsidRPr="004D6FBC" w:rsidRDefault="00E07635" w:rsidP="006255B4">
            <w:pPr>
              <w:spacing w:after="0" w:line="240" w:lineRule="auto"/>
              <w:rPr>
                <w:sz w:val="20"/>
                <w:szCs w:val="20"/>
              </w:rPr>
            </w:pPr>
            <w:r w:rsidRPr="004D6FBC">
              <w:rPr>
                <w:sz w:val="20"/>
                <w:szCs w:val="20"/>
              </w:rPr>
              <w:t>8.E.1.1</w:t>
            </w:r>
          </w:p>
          <w:p w:rsidR="00E07635" w:rsidRPr="004D6FBC" w:rsidRDefault="00E07635" w:rsidP="006255B4">
            <w:pPr>
              <w:spacing w:after="0" w:line="240" w:lineRule="auto"/>
              <w:rPr>
                <w:sz w:val="20"/>
                <w:szCs w:val="20"/>
              </w:rPr>
            </w:pPr>
            <w:r w:rsidRPr="004D6FBC">
              <w:rPr>
                <w:sz w:val="20"/>
                <w:szCs w:val="20"/>
              </w:rPr>
              <w:t>8.E.1.2</w:t>
            </w:r>
          </w:p>
          <w:p w:rsidR="00E07635" w:rsidRPr="004D6FBC" w:rsidRDefault="00E07635" w:rsidP="006255B4">
            <w:pPr>
              <w:spacing w:after="0" w:line="240" w:lineRule="auto"/>
              <w:rPr>
                <w:sz w:val="20"/>
                <w:szCs w:val="20"/>
              </w:rPr>
            </w:pPr>
            <w:r w:rsidRPr="004D6FBC">
              <w:rPr>
                <w:sz w:val="20"/>
                <w:szCs w:val="20"/>
              </w:rPr>
              <w:t>8.E.1.3</w:t>
            </w:r>
          </w:p>
          <w:p w:rsidR="00E07635" w:rsidRPr="004D6FBC" w:rsidRDefault="00E07635" w:rsidP="006255B4">
            <w:pPr>
              <w:spacing w:after="0" w:line="240" w:lineRule="auto"/>
              <w:rPr>
                <w:sz w:val="20"/>
                <w:szCs w:val="20"/>
              </w:rPr>
            </w:pPr>
            <w:r w:rsidRPr="004D6FBC">
              <w:rPr>
                <w:sz w:val="20"/>
                <w:szCs w:val="20"/>
              </w:rPr>
              <w:t>8.E.1.4</w:t>
            </w:r>
          </w:p>
          <w:p w:rsidR="00E07635" w:rsidRDefault="00E07635" w:rsidP="006255B4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07635" w:rsidRDefault="00E07635" w:rsidP="006255B4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07635" w:rsidRPr="00F33E92" w:rsidRDefault="00E07635" w:rsidP="006255B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33E92">
              <w:rPr>
                <w:b/>
                <w:sz w:val="20"/>
                <w:szCs w:val="20"/>
              </w:rPr>
              <w:t>Supporting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33E92">
              <w:rPr>
                <w:b/>
                <w:sz w:val="20"/>
                <w:szCs w:val="20"/>
              </w:rPr>
              <w:t>Standards</w:t>
            </w:r>
          </w:p>
          <w:p w:rsidR="00E07635" w:rsidRDefault="00E07635" w:rsidP="006255B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6.E.1.2</w:t>
            </w:r>
          </w:p>
          <w:p w:rsidR="00E07635" w:rsidRDefault="00E07635" w:rsidP="006255B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6.E.2.2</w:t>
            </w:r>
          </w:p>
          <w:p w:rsidR="00E07635" w:rsidRDefault="00E07635" w:rsidP="006255B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6.E.2.4</w:t>
            </w:r>
          </w:p>
          <w:p w:rsidR="00E07635" w:rsidRDefault="00E07635" w:rsidP="006255B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7.E.1.6</w:t>
            </w:r>
          </w:p>
          <w:p w:rsidR="00E07635" w:rsidRPr="00F33E92" w:rsidRDefault="00E07635" w:rsidP="002008D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E07635" w:rsidRDefault="00E07635" w:rsidP="003A06B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Essential Question:  </w:t>
            </w:r>
          </w:p>
          <w:p w:rsidR="00E07635" w:rsidRDefault="00E07635" w:rsidP="003A06B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Why is change essential for survival?</w:t>
            </w:r>
          </w:p>
          <w:p w:rsidR="00E07635" w:rsidRDefault="00E07635" w:rsidP="003A06B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-How do living things adapt to their environment?</w:t>
            </w:r>
          </w:p>
          <w:p w:rsidR="00E07635" w:rsidRDefault="00E07635" w:rsidP="003A06B4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07635" w:rsidRPr="00296C4E" w:rsidRDefault="00E07635" w:rsidP="003A06B4">
            <w:pPr>
              <w:spacing w:after="0" w:line="240" w:lineRule="auto"/>
              <w:rPr>
                <w:color w:val="4F81BD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Enduring Understandings: </w:t>
            </w:r>
            <w:r>
              <w:rPr>
                <w:sz w:val="20"/>
                <w:szCs w:val="20"/>
              </w:rPr>
              <w:t>The evolution of organisms and landforms can be seen in evidence of change recorded in fossil records and landforms.</w:t>
            </w:r>
          </w:p>
          <w:p w:rsidR="00E07635" w:rsidRDefault="00E07635" w:rsidP="003A06B4">
            <w:pPr>
              <w:spacing w:after="0" w:line="240" w:lineRule="auto"/>
              <w:rPr>
                <w:b/>
                <w:color w:val="4F81BD"/>
                <w:sz w:val="20"/>
                <w:szCs w:val="20"/>
              </w:rPr>
            </w:pPr>
          </w:p>
          <w:p w:rsidR="00E07635" w:rsidRDefault="00E07635" w:rsidP="003A06B4">
            <w:pPr>
              <w:spacing w:after="0" w:line="240" w:lineRule="auto"/>
              <w:rPr>
                <w:b/>
                <w:color w:val="4F81BD"/>
                <w:sz w:val="20"/>
                <w:szCs w:val="20"/>
              </w:rPr>
            </w:pPr>
          </w:p>
          <w:p w:rsidR="00625274" w:rsidRDefault="00625274" w:rsidP="003A06B4">
            <w:pPr>
              <w:spacing w:after="0" w:line="240" w:lineRule="auto"/>
              <w:rPr>
                <w:b/>
                <w:color w:val="4F81BD"/>
                <w:sz w:val="20"/>
                <w:szCs w:val="20"/>
              </w:rPr>
            </w:pPr>
          </w:p>
          <w:p w:rsidR="00E07635" w:rsidRDefault="00E07635" w:rsidP="003A06B4">
            <w:pPr>
              <w:spacing w:after="0" w:line="240" w:lineRule="auto"/>
              <w:rPr>
                <w:b/>
                <w:color w:val="4F81BD"/>
                <w:sz w:val="20"/>
                <w:szCs w:val="20"/>
              </w:rPr>
            </w:pPr>
            <w:r w:rsidRPr="00F33E92">
              <w:rPr>
                <w:b/>
                <w:color w:val="4F81BD"/>
                <w:sz w:val="20"/>
                <w:szCs w:val="20"/>
              </w:rPr>
              <w:t>Core Standards</w:t>
            </w:r>
          </w:p>
          <w:p w:rsidR="00E07635" w:rsidRPr="00BD0819" w:rsidRDefault="00E07635" w:rsidP="003A06B4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RST.6-8.1</w:t>
            </w:r>
            <w:r>
              <w:rPr>
                <w:color w:val="548DD4"/>
                <w:sz w:val="20"/>
                <w:szCs w:val="20"/>
              </w:rPr>
              <w:t xml:space="preserve">      WHST.6-8.1</w:t>
            </w:r>
          </w:p>
          <w:p w:rsidR="00E07635" w:rsidRPr="00BD0819" w:rsidRDefault="00E07635" w:rsidP="003A06B4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RST.6-8.2</w:t>
            </w:r>
            <w:r>
              <w:rPr>
                <w:color w:val="548DD4"/>
                <w:sz w:val="20"/>
                <w:szCs w:val="20"/>
              </w:rPr>
              <w:t xml:space="preserve">      WHST.6-8.2</w:t>
            </w:r>
          </w:p>
          <w:p w:rsidR="00E07635" w:rsidRPr="00BD0819" w:rsidRDefault="00E07635" w:rsidP="003A06B4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RST.6-8.3</w:t>
            </w:r>
            <w:r>
              <w:rPr>
                <w:color w:val="548DD4"/>
                <w:sz w:val="20"/>
                <w:szCs w:val="20"/>
              </w:rPr>
              <w:t xml:space="preserve">      WHST.6-8.4</w:t>
            </w:r>
          </w:p>
          <w:p w:rsidR="00E07635" w:rsidRPr="00BD0819" w:rsidRDefault="00E07635" w:rsidP="003A06B4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RST.6-8.4</w:t>
            </w:r>
            <w:r>
              <w:rPr>
                <w:color w:val="548DD4"/>
                <w:sz w:val="20"/>
                <w:szCs w:val="20"/>
              </w:rPr>
              <w:t xml:space="preserve">      WHST.6-8.5</w:t>
            </w:r>
          </w:p>
          <w:p w:rsidR="00E07635" w:rsidRPr="00BD0819" w:rsidRDefault="00E07635" w:rsidP="003A06B4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RST.6-8.5</w:t>
            </w:r>
            <w:r>
              <w:rPr>
                <w:color w:val="548DD4"/>
                <w:sz w:val="20"/>
                <w:szCs w:val="20"/>
              </w:rPr>
              <w:t xml:space="preserve">      WHST.6-8.6</w:t>
            </w:r>
          </w:p>
          <w:p w:rsidR="00E07635" w:rsidRPr="00BD0819" w:rsidRDefault="00E07635" w:rsidP="003A06B4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RST.6-8.6</w:t>
            </w:r>
            <w:r>
              <w:rPr>
                <w:color w:val="548DD4"/>
                <w:sz w:val="20"/>
                <w:szCs w:val="20"/>
              </w:rPr>
              <w:t xml:space="preserve">      WHST.6-8.7</w:t>
            </w:r>
          </w:p>
          <w:p w:rsidR="00E07635" w:rsidRPr="00BD0819" w:rsidRDefault="00E07635" w:rsidP="003A06B4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RST.6-8.7</w:t>
            </w:r>
            <w:r>
              <w:rPr>
                <w:color w:val="548DD4"/>
                <w:sz w:val="20"/>
                <w:szCs w:val="20"/>
              </w:rPr>
              <w:t xml:space="preserve">      WHST.6-8.8</w:t>
            </w:r>
          </w:p>
          <w:p w:rsidR="00E07635" w:rsidRPr="00BD0819" w:rsidRDefault="00E07635" w:rsidP="003A06B4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RST.6-8.8</w:t>
            </w:r>
            <w:r>
              <w:rPr>
                <w:color w:val="548DD4"/>
                <w:sz w:val="20"/>
                <w:szCs w:val="20"/>
              </w:rPr>
              <w:t xml:space="preserve">      WHST.6-8.9</w:t>
            </w:r>
          </w:p>
          <w:p w:rsidR="00E07635" w:rsidRPr="00BD0819" w:rsidRDefault="00E07635" w:rsidP="003A06B4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RST.6-8.9</w:t>
            </w:r>
            <w:r>
              <w:rPr>
                <w:color w:val="548DD4"/>
                <w:sz w:val="20"/>
                <w:szCs w:val="20"/>
              </w:rPr>
              <w:t xml:space="preserve">      WHST.6-8.10</w:t>
            </w:r>
          </w:p>
          <w:p w:rsidR="00E07635" w:rsidRDefault="00E07635" w:rsidP="003A06B4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RST.6-8.10</w:t>
            </w:r>
          </w:p>
          <w:p w:rsidR="00E07635" w:rsidRPr="004D6FBC" w:rsidRDefault="00E07635" w:rsidP="003A06B4">
            <w:pPr>
              <w:spacing w:after="0" w:line="240" w:lineRule="auto"/>
              <w:rPr>
                <w:b/>
                <w:color w:val="548DD4"/>
                <w:sz w:val="20"/>
                <w:szCs w:val="20"/>
              </w:rPr>
            </w:pPr>
          </w:p>
          <w:p w:rsidR="00E07635" w:rsidRPr="00F33E92" w:rsidRDefault="00E07635" w:rsidP="003A06B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33E92">
              <w:rPr>
                <w:b/>
                <w:sz w:val="20"/>
                <w:szCs w:val="20"/>
              </w:rPr>
              <w:t>Priority Standards</w:t>
            </w:r>
          </w:p>
          <w:p w:rsidR="00E07635" w:rsidRDefault="00E07635" w:rsidP="003A06B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8.L.4.1</w:t>
            </w:r>
          </w:p>
          <w:p w:rsidR="00E07635" w:rsidRDefault="00E07635" w:rsidP="003A06B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8.L.4.2</w:t>
            </w:r>
          </w:p>
          <w:p w:rsidR="00E07635" w:rsidRDefault="00E07635" w:rsidP="003A06B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8.E.2.1</w:t>
            </w:r>
          </w:p>
          <w:p w:rsidR="00E07635" w:rsidRDefault="00E07635" w:rsidP="003A06B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8.E.2.2</w:t>
            </w:r>
          </w:p>
          <w:p w:rsidR="00E07635" w:rsidRPr="008F2469" w:rsidRDefault="00E07635" w:rsidP="003A06B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8.L.2.1</w:t>
            </w:r>
          </w:p>
          <w:p w:rsidR="00E07635" w:rsidRPr="00F33E92" w:rsidRDefault="00E07635" w:rsidP="003A06B4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07635" w:rsidRPr="00F33E92" w:rsidRDefault="00E07635" w:rsidP="003A06B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33E92">
              <w:rPr>
                <w:b/>
                <w:sz w:val="20"/>
                <w:szCs w:val="20"/>
              </w:rPr>
              <w:t>Supporting Standards</w:t>
            </w:r>
          </w:p>
          <w:p w:rsidR="00E07635" w:rsidRDefault="00E07635" w:rsidP="003A06B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7.L.2.1</w:t>
            </w:r>
          </w:p>
          <w:p w:rsidR="00E07635" w:rsidRDefault="00E07635" w:rsidP="003A06B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7.L.1.2</w:t>
            </w:r>
          </w:p>
          <w:p w:rsidR="00E07635" w:rsidRDefault="00E07635" w:rsidP="003A06B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7.L.1.4</w:t>
            </w:r>
          </w:p>
          <w:p w:rsidR="00E07635" w:rsidRDefault="00E07635" w:rsidP="003A06B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8.L.3.2</w:t>
            </w:r>
          </w:p>
          <w:p w:rsidR="00E07635" w:rsidRDefault="00E07635" w:rsidP="003A06B4">
            <w:pPr>
              <w:spacing w:after="0" w:line="240" w:lineRule="auto"/>
              <w:rPr>
                <w:sz w:val="20"/>
                <w:szCs w:val="20"/>
              </w:rPr>
            </w:pPr>
          </w:p>
          <w:p w:rsidR="00E07635" w:rsidRPr="00F33E92" w:rsidRDefault="00E07635" w:rsidP="003A06B4">
            <w:pPr>
              <w:rPr>
                <w:b/>
                <w:sz w:val="20"/>
                <w:szCs w:val="20"/>
              </w:rPr>
            </w:pPr>
          </w:p>
        </w:tc>
        <w:tc>
          <w:tcPr>
            <w:tcW w:w="2430" w:type="dxa"/>
          </w:tcPr>
          <w:p w:rsidR="00E07635" w:rsidRDefault="00E07635" w:rsidP="003A06B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Essential Question: </w:t>
            </w:r>
            <w:r w:rsidRPr="00F33E9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What is the relationship between the microscopic and macroscopic environment?</w:t>
            </w:r>
          </w:p>
          <w:p w:rsidR="00E07635" w:rsidRDefault="00E07635" w:rsidP="003A06B4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07635" w:rsidRDefault="00E07635" w:rsidP="003A06B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Enduring Understandings: </w:t>
            </w:r>
            <w:r>
              <w:rPr>
                <w:sz w:val="20"/>
                <w:szCs w:val="20"/>
              </w:rPr>
              <w:t>When a balance is not maintained within an organism, disease can set in and upset the internal environment.</w:t>
            </w:r>
          </w:p>
          <w:p w:rsidR="00E07635" w:rsidRDefault="00E07635" w:rsidP="003A06B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-Though advances in biotechnology provide benefits, there are certain ethical implications.</w:t>
            </w:r>
          </w:p>
          <w:p w:rsidR="00E07635" w:rsidRDefault="00E07635" w:rsidP="003A06B4">
            <w:pPr>
              <w:spacing w:after="0" w:line="240" w:lineRule="auto"/>
              <w:rPr>
                <w:sz w:val="20"/>
                <w:szCs w:val="20"/>
              </w:rPr>
            </w:pPr>
          </w:p>
          <w:p w:rsidR="00E07635" w:rsidRDefault="00E07635" w:rsidP="003A06B4">
            <w:pPr>
              <w:spacing w:after="0" w:line="240" w:lineRule="auto"/>
              <w:rPr>
                <w:b/>
                <w:color w:val="4F81BD"/>
                <w:sz w:val="20"/>
                <w:szCs w:val="20"/>
              </w:rPr>
            </w:pPr>
            <w:r w:rsidRPr="00F33E92">
              <w:rPr>
                <w:b/>
                <w:color w:val="4F81BD"/>
                <w:sz w:val="20"/>
                <w:szCs w:val="20"/>
              </w:rPr>
              <w:t>Core Standards</w:t>
            </w:r>
          </w:p>
          <w:p w:rsidR="00E07635" w:rsidRPr="00BD0819" w:rsidRDefault="00E07635" w:rsidP="003A06B4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RST.6-8.1</w:t>
            </w:r>
            <w:r>
              <w:rPr>
                <w:color w:val="548DD4"/>
                <w:sz w:val="20"/>
                <w:szCs w:val="20"/>
              </w:rPr>
              <w:t xml:space="preserve">      WHST.6-8.1</w:t>
            </w:r>
          </w:p>
          <w:p w:rsidR="00E07635" w:rsidRPr="00BD0819" w:rsidRDefault="00E07635" w:rsidP="003A06B4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RST.6-8.2</w:t>
            </w:r>
            <w:r>
              <w:rPr>
                <w:color w:val="548DD4"/>
                <w:sz w:val="20"/>
                <w:szCs w:val="20"/>
              </w:rPr>
              <w:t xml:space="preserve">      WHST.6-8.2</w:t>
            </w:r>
          </w:p>
          <w:p w:rsidR="00E07635" w:rsidRPr="00BD0819" w:rsidRDefault="00E07635" w:rsidP="003A06B4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RST.6-8.3</w:t>
            </w:r>
            <w:r>
              <w:rPr>
                <w:color w:val="548DD4"/>
                <w:sz w:val="20"/>
                <w:szCs w:val="20"/>
              </w:rPr>
              <w:t xml:space="preserve">      WHST.6-8.4</w:t>
            </w:r>
          </w:p>
          <w:p w:rsidR="00E07635" w:rsidRPr="00BD0819" w:rsidRDefault="00E07635" w:rsidP="003A06B4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RST.6-8.4</w:t>
            </w:r>
            <w:r>
              <w:rPr>
                <w:color w:val="548DD4"/>
                <w:sz w:val="20"/>
                <w:szCs w:val="20"/>
              </w:rPr>
              <w:t xml:space="preserve">      WHST.6-8.5</w:t>
            </w:r>
          </w:p>
          <w:p w:rsidR="00E07635" w:rsidRPr="00BD0819" w:rsidRDefault="00E07635" w:rsidP="003A06B4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RST.6-8.5</w:t>
            </w:r>
            <w:r>
              <w:rPr>
                <w:color w:val="548DD4"/>
                <w:sz w:val="20"/>
                <w:szCs w:val="20"/>
              </w:rPr>
              <w:t xml:space="preserve">      WHST.6-8.6</w:t>
            </w:r>
          </w:p>
          <w:p w:rsidR="00E07635" w:rsidRPr="00BD0819" w:rsidRDefault="00E07635" w:rsidP="003A06B4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RST.6-8.6</w:t>
            </w:r>
            <w:r>
              <w:rPr>
                <w:color w:val="548DD4"/>
                <w:sz w:val="20"/>
                <w:szCs w:val="20"/>
              </w:rPr>
              <w:t xml:space="preserve">      WHST.6-8.7</w:t>
            </w:r>
          </w:p>
          <w:p w:rsidR="00E07635" w:rsidRPr="00BD0819" w:rsidRDefault="00E07635" w:rsidP="003A06B4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RST.6-8.7</w:t>
            </w:r>
            <w:r>
              <w:rPr>
                <w:color w:val="548DD4"/>
                <w:sz w:val="20"/>
                <w:szCs w:val="20"/>
              </w:rPr>
              <w:t xml:space="preserve">      WHST.6-8.8</w:t>
            </w:r>
          </w:p>
          <w:p w:rsidR="00E07635" w:rsidRPr="00BD0819" w:rsidRDefault="00E07635" w:rsidP="003A06B4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RST.6-8.8</w:t>
            </w:r>
            <w:r>
              <w:rPr>
                <w:color w:val="548DD4"/>
                <w:sz w:val="20"/>
                <w:szCs w:val="20"/>
              </w:rPr>
              <w:t xml:space="preserve">      WHST.6-8.9</w:t>
            </w:r>
          </w:p>
          <w:p w:rsidR="00E07635" w:rsidRPr="00BD0819" w:rsidRDefault="00E07635" w:rsidP="003A06B4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RST.6-8.9</w:t>
            </w:r>
            <w:r>
              <w:rPr>
                <w:color w:val="548DD4"/>
                <w:sz w:val="20"/>
                <w:szCs w:val="20"/>
              </w:rPr>
              <w:t xml:space="preserve">      WHST.6-8.10</w:t>
            </w:r>
          </w:p>
          <w:p w:rsidR="00E07635" w:rsidRDefault="00E07635" w:rsidP="003A06B4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RST.6-8.10</w:t>
            </w:r>
          </w:p>
          <w:p w:rsidR="00625274" w:rsidRPr="004D6FBC" w:rsidRDefault="00625274" w:rsidP="003A06B4">
            <w:pPr>
              <w:spacing w:after="0" w:line="240" w:lineRule="auto"/>
              <w:rPr>
                <w:b/>
                <w:color w:val="548DD4"/>
                <w:sz w:val="20"/>
                <w:szCs w:val="20"/>
              </w:rPr>
            </w:pPr>
          </w:p>
          <w:p w:rsidR="00E07635" w:rsidRPr="00F33E92" w:rsidRDefault="00E07635" w:rsidP="003A06B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33E92">
              <w:rPr>
                <w:b/>
                <w:sz w:val="20"/>
                <w:szCs w:val="20"/>
              </w:rPr>
              <w:t>Priority Standards</w:t>
            </w:r>
          </w:p>
          <w:p w:rsidR="00E07635" w:rsidRPr="004D6FBC" w:rsidRDefault="00E07635" w:rsidP="003A06B4">
            <w:pPr>
              <w:spacing w:after="0" w:line="240" w:lineRule="auto"/>
              <w:rPr>
                <w:sz w:val="20"/>
                <w:szCs w:val="20"/>
              </w:rPr>
            </w:pPr>
            <w:r w:rsidRPr="004D6FBC">
              <w:rPr>
                <w:sz w:val="20"/>
                <w:szCs w:val="20"/>
              </w:rPr>
              <w:t>8.L.5.1</w:t>
            </w:r>
          </w:p>
          <w:p w:rsidR="00E07635" w:rsidRPr="004D6FBC" w:rsidRDefault="00E07635" w:rsidP="003A06B4">
            <w:pPr>
              <w:spacing w:after="0" w:line="240" w:lineRule="auto"/>
              <w:rPr>
                <w:sz w:val="20"/>
                <w:szCs w:val="20"/>
              </w:rPr>
            </w:pPr>
            <w:r w:rsidRPr="004D6FBC">
              <w:rPr>
                <w:sz w:val="20"/>
                <w:szCs w:val="20"/>
              </w:rPr>
              <w:t>8.L.5.2</w:t>
            </w:r>
          </w:p>
          <w:p w:rsidR="00E07635" w:rsidRDefault="00E07635" w:rsidP="003A06B4">
            <w:pPr>
              <w:spacing w:after="0" w:line="240" w:lineRule="auto"/>
              <w:rPr>
                <w:sz w:val="20"/>
                <w:szCs w:val="20"/>
              </w:rPr>
            </w:pPr>
            <w:r w:rsidRPr="004D6FBC">
              <w:rPr>
                <w:sz w:val="20"/>
                <w:szCs w:val="20"/>
              </w:rPr>
              <w:t>8.L.1.</w:t>
            </w:r>
            <w:r>
              <w:rPr>
                <w:sz w:val="20"/>
                <w:szCs w:val="20"/>
              </w:rPr>
              <w:t>1</w:t>
            </w:r>
          </w:p>
          <w:p w:rsidR="00E07635" w:rsidRPr="00B0794F" w:rsidRDefault="00E07635" w:rsidP="003A06B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8.L.1.2</w:t>
            </w:r>
          </w:p>
          <w:p w:rsidR="00E07635" w:rsidRDefault="00E07635" w:rsidP="003A06B4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07635" w:rsidRDefault="00E07635" w:rsidP="003A06B4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07635" w:rsidRPr="00F33E92" w:rsidRDefault="00E07635" w:rsidP="003A06B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33E92">
              <w:rPr>
                <w:b/>
                <w:sz w:val="20"/>
                <w:szCs w:val="20"/>
              </w:rPr>
              <w:t>Supporting Standards</w:t>
            </w:r>
          </w:p>
          <w:p w:rsidR="00E07635" w:rsidRDefault="00E07635" w:rsidP="003A06B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7.L.2.3</w:t>
            </w:r>
          </w:p>
          <w:p w:rsidR="00E07635" w:rsidRPr="00F33E92" w:rsidRDefault="00E07635" w:rsidP="003A06B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8.E.1.4</w:t>
            </w:r>
          </w:p>
        </w:tc>
        <w:tc>
          <w:tcPr>
            <w:tcW w:w="2340" w:type="dxa"/>
          </w:tcPr>
          <w:p w:rsidR="00E07635" w:rsidRPr="00F33E92" w:rsidRDefault="00E07635" w:rsidP="003A06B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Essential Question: </w:t>
            </w:r>
            <w:r w:rsidRPr="00F33E9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How are organisms interconnected?</w:t>
            </w:r>
          </w:p>
          <w:p w:rsidR="00E07635" w:rsidRDefault="00E07635" w:rsidP="003A06B4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07635" w:rsidRDefault="00E07635" w:rsidP="003A06B4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07635" w:rsidRDefault="00E07635" w:rsidP="003A06B4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07635" w:rsidRDefault="00E07635" w:rsidP="003A06B4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07635" w:rsidRPr="00296C4E" w:rsidRDefault="00E07635" w:rsidP="003A06B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Enduring Understandings</w:t>
            </w:r>
            <w:r w:rsidRPr="00F33E92">
              <w:rPr>
                <w:b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The survival of an organism is dependent on the flow of energy in the ecosystem.</w:t>
            </w:r>
          </w:p>
          <w:p w:rsidR="00E07635" w:rsidRDefault="00E07635" w:rsidP="003A06B4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07635" w:rsidRDefault="00E07635" w:rsidP="003A06B4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07635" w:rsidRDefault="00E07635" w:rsidP="003A06B4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625274" w:rsidRDefault="00625274" w:rsidP="003A06B4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625274" w:rsidRDefault="00625274" w:rsidP="003A06B4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07635" w:rsidRDefault="00E07635" w:rsidP="003A06B4">
            <w:pPr>
              <w:spacing w:after="0" w:line="240" w:lineRule="auto"/>
              <w:rPr>
                <w:b/>
                <w:color w:val="548DD4"/>
                <w:sz w:val="20"/>
                <w:szCs w:val="20"/>
              </w:rPr>
            </w:pPr>
            <w:r w:rsidRPr="004D6FBC">
              <w:rPr>
                <w:b/>
                <w:color w:val="548DD4"/>
                <w:sz w:val="20"/>
                <w:szCs w:val="20"/>
              </w:rPr>
              <w:t>Core Standards</w:t>
            </w:r>
          </w:p>
          <w:p w:rsidR="00E07635" w:rsidRPr="00BD0819" w:rsidRDefault="00E07635" w:rsidP="003A06B4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RST.6-8.1</w:t>
            </w:r>
            <w:r>
              <w:rPr>
                <w:color w:val="548DD4"/>
                <w:sz w:val="20"/>
                <w:szCs w:val="20"/>
              </w:rPr>
              <w:t xml:space="preserve">      WHST.6-8.1</w:t>
            </w:r>
          </w:p>
          <w:p w:rsidR="00E07635" w:rsidRPr="00BD0819" w:rsidRDefault="00E07635" w:rsidP="003A06B4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RST.6-8.2</w:t>
            </w:r>
            <w:r>
              <w:rPr>
                <w:color w:val="548DD4"/>
                <w:sz w:val="20"/>
                <w:szCs w:val="20"/>
              </w:rPr>
              <w:t xml:space="preserve">      WHST.6-8.2</w:t>
            </w:r>
          </w:p>
          <w:p w:rsidR="00E07635" w:rsidRPr="00BD0819" w:rsidRDefault="00E07635" w:rsidP="003A06B4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RST.6-8.3</w:t>
            </w:r>
            <w:r>
              <w:rPr>
                <w:color w:val="548DD4"/>
                <w:sz w:val="20"/>
                <w:szCs w:val="20"/>
              </w:rPr>
              <w:t xml:space="preserve">      WHST.6-8.4</w:t>
            </w:r>
          </w:p>
          <w:p w:rsidR="00E07635" w:rsidRPr="00BD0819" w:rsidRDefault="00E07635" w:rsidP="003A06B4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RST.6-8.4</w:t>
            </w:r>
            <w:r>
              <w:rPr>
                <w:color w:val="548DD4"/>
                <w:sz w:val="20"/>
                <w:szCs w:val="20"/>
              </w:rPr>
              <w:t xml:space="preserve">      WHST.6-8.5</w:t>
            </w:r>
          </w:p>
          <w:p w:rsidR="00E07635" w:rsidRPr="00BD0819" w:rsidRDefault="00E07635" w:rsidP="003A06B4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RST.6-8.5</w:t>
            </w:r>
            <w:r>
              <w:rPr>
                <w:color w:val="548DD4"/>
                <w:sz w:val="20"/>
                <w:szCs w:val="20"/>
              </w:rPr>
              <w:t xml:space="preserve">      WHST.6-8.6</w:t>
            </w:r>
          </w:p>
          <w:p w:rsidR="00E07635" w:rsidRPr="00BD0819" w:rsidRDefault="00E07635" w:rsidP="003A06B4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RST.6-8.6</w:t>
            </w:r>
            <w:r>
              <w:rPr>
                <w:color w:val="548DD4"/>
                <w:sz w:val="20"/>
                <w:szCs w:val="20"/>
              </w:rPr>
              <w:t xml:space="preserve">      WHST.6-8.7</w:t>
            </w:r>
          </w:p>
          <w:p w:rsidR="00E07635" w:rsidRPr="00BD0819" w:rsidRDefault="00E07635" w:rsidP="003A06B4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RST.6-8.7</w:t>
            </w:r>
            <w:r>
              <w:rPr>
                <w:color w:val="548DD4"/>
                <w:sz w:val="20"/>
                <w:szCs w:val="20"/>
              </w:rPr>
              <w:t xml:space="preserve">      WHST.6-8.8</w:t>
            </w:r>
          </w:p>
          <w:p w:rsidR="00E07635" w:rsidRPr="00BD0819" w:rsidRDefault="00E07635" w:rsidP="003A06B4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RST.6-8.8</w:t>
            </w:r>
            <w:r>
              <w:rPr>
                <w:color w:val="548DD4"/>
                <w:sz w:val="20"/>
                <w:szCs w:val="20"/>
              </w:rPr>
              <w:t xml:space="preserve">      WHST.6-8.9</w:t>
            </w:r>
          </w:p>
          <w:p w:rsidR="00E07635" w:rsidRPr="00BD0819" w:rsidRDefault="00E07635" w:rsidP="003A06B4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RST.6-8.9</w:t>
            </w:r>
            <w:r>
              <w:rPr>
                <w:color w:val="548DD4"/>
                <w:sz w:val="20"/>
                <w:szCs w:val="20"/>
              </w:rPr>
              <w:t xml:space="preserve">      WHST.6-8.10</w:t>
            </w:r>
          </w:p>
          <w:p w:rsidR="00E07635" w:rsidRDefault="00E07635" w:rsidP="003A06B4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RST.6-8.10</w:t>
            </w:r>
          </w:p>
          <w:p w:rsidR="00625274" w:rsidRPr="004D6FBC" w:rsidRDefault="00625274" w:rsidP="003A06B4">
            <w:pPr>
              <w:spacing w:after="0" w:line="240" w:lineRule="auto"/>
              <w:rPr>
                <w:b/>
                <w:color w:val="548DD4"/>
                <w:sz w:val="20"/>
                <w:szCs w:val="20"/>
              </w:rPr>
            </w:pPr>
          </w:p>
          <w:p w:rsidR="00E07635" w:rsidRPr="00F33E92" w:rsidRDefault="00E07635" w:rsidP="003A06B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33E92">
              <w:rPr>
                <w:b/>
                <w:sz w:val="20"/>
                <w:szCs w:val="20"/>
              </w:rPr>
              <w:t>Priority Standards</w:t>
            </w:r>
          </w:p>
          <w:p w:rsidR="00E07635" w:rsidRPr="004D6FBC" w:rsidRDefault="00E07635" w:rsidP="003A06B4">
            <w:pPr>
              <w:spacing w:after="0" w:line="240" w:lineRule="auto"/>
              <w:rPr>
                <w:sz w:val="20"/>
                <w:szCs w:val="20"/>
              </w:rPr>
            </w:pPr>
            <w:r w:rsidRPr="004D6FBC">
              <w:rPr>
                <w:sz w:val="20"/>
                <w:szCs w:val="20"/>
              </w:rPr>
              <w:t>8.L.3.1</w:t>
            </w:r>
          </w:p>
          <w:p w:rsidR="00E07635" w:rsidRDefault="00E07635" w:rsidP="003A06B4">
            <w:pPr>
              <w:spacing w:after="0" w:line="240" w:lineRule="auto"/>
              <w:rPr>
                <w:sz w:val="20"/>
                <w:szCs w:val="20"/>
              </w:rPr>
            </w:pPr>
            <w:r w:rsidRPr="004D6FBC">
              <w:rPr>
                <w:sz w:val="20"/>
                <w:szCs w:val="20"/>
              </w:rPr>
              <w:t>8.L.3.2</w:t>
            </w:r>
          </w:p>
          <w:p w:rsidR="00E07635" w:rsidRDefault="00E07635" w:rsidP="003A06B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8.L.3.3</w:t>
            </w:r>
          </w:p>
          <w:p w:rsidR="00E07635" w:rsidRDefault="00E07635" w:rsidP="003A06B4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07635" w:rsidRDefault="00E07635" w:rsidP="003A06B4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07635" w:rsidRPr="003061BA" w:rsidRDefault="00E07635" w:rsidP="003A06B4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07635" w:rsidRPr="00F33E92" w:rsidRDefault="00E07635" w:rsidP="003A06B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33E92">
              <w:rPr>
                <w:b/>
                <w:sz w:val="20"/>
                <w:szCs w:val="20"/>
              </w:rPr>
              <w:t>Supporting Standards</w:t>
            </w:r>
          </w:p>
          <w:p w:rsidR="00E07635" w:rsidRDefault="00E07635" w:rsidP="003A06B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6.L.1.2</w:t>
            </w:r>
          </w:p>
          <w:p w:rsidR="00E07635" w:rsidRPr="00F33E92" w:rsidRDefault="00E07635" w:rsidP="003A06B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6.L.2.1</w:t>
            </w:r>
          </w:p>
        </w:tc>
        <w:tc>
          <w:tcPr>
            <w:tcW w:w="2340" w:type="dxa"/>
          </w:tcPr>
          <w:p w:rsidR="00E07635" w:rsidRPr="007255DC" w:rsidRDefault="00E07635" w:rsidP="00B15289">
            <w:pPr>
              <w:spacing w:after="0" w:line="240" w:lineRule="auto"/>
            </w:pPr>
            <w:r>
              <w:rPr>
                <w:b/>
                <w:sz w:val="20"/>
                <w:szCs w:val="20"/>
              </w:rPr>
              <w:lastRenderedPageBreak/>
              <w:t xml:space="preserve">Essential Question: </w:t>
            </w:r>
            <w:r>
              <w:rPr>
                <w:sz w:val="20"/>
                <w:szCs w:val="20"/>
              </w:rPr>
              <w:t xml:space="preserve">How does the behavior of matter on the atomic level affect what we see? </w:t>
            </w:r>
          </w:p>
          <w:p w:rsidR="00E07635" w:rsidRDefault="00E07635" w:rsidP="00B15289">
            <w:pPr>
              <w:spacing w:after="0" w:line="240" w:lineRule="auto"/>
              <w:rPr>
                <w:i/>
                <w:sz w:val="20"/>
                <w:szCs w:val="20"/>
              </w:rPr>
            </w:pPr>
          </w:p>
          <w:p w:rsidR="00E07635" w:rsidRDefault="00E07635" w:rsidP="00B15289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07635" w:rsidRPr="00F33E92" w:rsidRDefault="00E07635" w:rsidP="00B1528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Enduring Understandings</w:t>
            </w:r>
            <w:r w:rsidRPr="00F33E92">
              <w:rPr>
                <w:b/>
                <w:sz w:val="20"/>
                <w:szCs w:val="20"/>
              </w:rPr>
              <w:t>:</w:t>
            </w:r>
            <w:r w:rsidRPr="00F33E9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All matter is composed of atoms that interact with each other in different ways to form everything we see on earth.</w:t>
            </w:r>
          </w:p>
          <w:p w:rsidR="00E07635" w:rsidRDefault="00E07635" w:rsidP="00B15289">
            <w:pPr>
              <w:spacing w:after="0" w:line="240" w:lineRule="auto"/>
              <w:rPr>
                <w:b/>
                <w:color w:val="548DD4"/>
                <w:sz w:val="20"/>
                <w:szCs w:val="20"/>
              </w:rPr>
            </w:pPr>
          </w:p>
          <w:p w:rsidR="00E07635" w:rsidRDefault="00E07635" w:rsidP="00B15289">
            <w:pPr>
              <w:spacing w:after="0" w:line="240" w:lineRule="auto"/>
              <w:rPr>
                <w:b/>
                <w:color w:val="548DD4"/>
                <w:sz w:val="20"/>
                <w:szCs w:val="20"/>
              </w:rPr>
            </w:pPr>
          </w:p>
          <w:p w:rsidR="00E07635" w:rsidRDefault="00E07635" w:rsidP="00B15289">
            <w:pPr>
              <w:spacing w:after="0" w:line="240" w:lineRule="auto"/>
              <w:rPr>
                <w:b/>
                <w:color w:val="548DD4"/>
                <w:sz w:val="20"/>
                <w:szCs w:val="20"/>
              </w:rPr>
            </w:pPr>
          </w:p>
          <w:p w:rsidR="00625274" w:rsidRDefault="00625274" w:rsidP="00B15289">
            <w:pPr>
              <w:spacing w:after="0" w:line="240" w:lineRule="auto"/>
              <w:rPr>
                <w:b/>
                <w:color w:val="548DD4"/>
                <w:sz w:val="20"/>
                <w:szCs w:val="20"/>
              </w:rPr>
            </w:pPr>
          </w:p>
          <w:p w:rsidR="00E07635" w:rsidRDefault="00E07635" w:rsidP="00B15289">
            <w:pPr>
              <w:spacing w:after="0" w:line="240" w:lineRule="auto"/>
              <w:rPr>
                <w:b/>
                <w:color w:val="548DD4"/>
                <w:sz w:val="20"/>
                <w:szCs w:val="20"/>
              </w:rPr>
            </w:pPr>
            <w:r w:rsidRPr="004D6FBC">
              <w:rPr>
                <w:b/>
                <w:color w:val="548DD4"/>
                <w:sz w:val="20"/>
                <w:szCs w:val="20"/>
              </w:rPr>
              <w:t>Core Standards</w:t>
            </w:r>
          </w:p>
          <w:p w:rsidR="00E07635" w:rsidRPr="00BD0819" w:rsidRDefault="00E07635" w:rsidP="00B15289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RST.6-8.1</w:t>
            </w:r>
            <w:r>
              <w:rPr>
                <w:color w:val="548DD4"/>
                <w:sz w:val="20"/>
                <w:szCs w:val="20"/>
              </w:rPr>
              <w:t xml:space="preserve">      WHST.6-8.1</w:t>
            </w:r>
          </w:p>
          <w:p w:rsidR="00E07635" w:rsidRPr="00BD0819" w:rsidRDefault="00E07635" w:rsidP="00B15289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RST.6-8.2</w:t>
            </w:r>
            <w:r>
              <w:rPr>
                <w:color w:val="548DD4"/>
                <w:sz w:val="20"/>
                <w:szCs w:val="20"/>
              </w:rPr>
              <w:t xml:space="preserve">      WHST.6-8.2</w:t>
            </w:r>
          </w:p>
          <w:p w:rsidR="00E07635" w:rsidRPr="00BD0819" w:rsidRDefault="00E07635" w:rsidP="00B15289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RST.6-8.3</w:t>
            </w:r>
            <w:r>
              <w:rPr>
                <w:color w:val="548DD4"/>
                <w:sz w:val="20"/>
                <w:szCs w:val="20"/>
              </w:rPr>
              <w:t xml:space="preserve">      WHST.6-8.4</w:t>
            </w:r>
          </w:p>
          <w:p w:rsidR="00E07635" w:rsidRPr="00BD0819" w:rsidRDefault="00E07635" w:rsidP="00B15289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RST.6-8.4</w:t>
            </w:r>
            <w:r>
              <w:rPr>
                <w:color w:val="548DD4"/>
                <w:sz w:val="20"/>
                <w:szCs w:val="20"/>
              </w:rPr>
              <w:t xml:space="preserve">      WHST.6-8.5</w:t>
            </w:r>
          </w:p>
          <w:p w:rsidR="00E07635" w:rsidRPr="00BD0819" w:rsidRDefault="00E07635" w:rsidP="00B15289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RST.6-8.5</w:t>
            </w:r>
            <w:r>
              <w:rPr>
                <w:color w:val="548DD4"/>
                <w:sz w:val="20"/>
                <w:szCs w:val="20"/>
              </w:rPr>
              <w:t xml:space="preserve">      WHST.6-8.6</w:t>
            </w:r>
          </w:p>
          <w:p w:rsidR="00E07635" w:rsidRPr="00BD0819" w:rsidRDefault="00E07635" w:rsidP="00B15289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RST.6-8.6</w:t>
            </w:r>
            <w:r>
              <w:rPr>
                <w:color w:val="548DD4"/>
                <w:sz w:val="20"/>
                <w:szCs w:val="20"/>
              </w:rPr>
              <w:t xml:space="preserve">      WHST.6-8.7</w:t>
            </w:r>
          </w:p>
          <w:p w:rsidR="00E07635" w:rsidRPr="00BD0819" w:rsidRDefault="00E07635" w:rsidP="00B15289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RST.6-8.7</w:t>
            </w:r>
            <w:r>
              <w:rPr>
                <w:color w:val="548DD4"/>
                <w:sz w:val="20"/>
                <w:szCs w:val="20"/>
              </w:rPr>
              <w:t xml:space="preserve">      WHST.6-8.8</w:t>
            </w:r>
          </w:p>
          <w:p w:rsidR="00E07635" w:rsidRPr="00BD0819" w:rsidRDefault="00E07635" w:rsidP="00B15289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RST.6-8.8</w:t>
            </w:r>
            <w:r>
              <w:rPr>
                <w:color w:val="548DD4"/>
                <w:sz w:val="20"/>
                <w:szCs w:val="20"/>
              </w:rPr>
              <w:t xml:space="preserve">      WHST.6-8.9</w:t>
            </w:r>
          </w:p>
          <w:p w:rsidR="00E07635" w:rsidRPr="00BD0819" w:rsidRDefault="00E07635" w:rsidP="00B15289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RST.6-8.9</w:t>
            </w:r>
            <w:r>
              <w:rPr>
                <w:color w:val="548DD4"/>
                <w:sz w:val="20"/>
                <w:szCs w:val="20"/>
              </w:rPr>
              <w:t xml:space="preserve">      WHST.6-8.10</w:t>
            </w:r>
          </w:p>
          <w:p w:rsidR="00E07635" w:rsidRDefault="00E07635" w:rsidP="00B15289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RST.6-8.10</w:t>
            </w:r>
          </w:p>
          <w:p w:rsidR="00625274" w:rsidRDefault="00625274" w:rsidP="00B15289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</w:p>
          <w:p w:rsidR="00E07635" w:rsidRDefault="00E07635" w:rsidP="006255B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33E92">
              <w:rPr>
                <w:b/>
                <w:sz w:val="20"/>
                <w:szCs w:val="20"/>
              </w:rPr>
              <w:t>Priority Standards</w:t>
            </w:r>
          </w:p>
          <w:p w:rsidR="00E07635" w:rsidRPr="004D6FBC" w:rsidRDefault="00E07635" w:rsidP="006255B4">
            <w:pPr>
              <w:spacing w:after="0" w:line="240" w:lineRule="auto"/>
              <w:rPr>
                <w:sz w:val="20"/>
                <w:szCs w:val="20"/>
              </w:rPr>
            </w:pPr>
            <w:r w:rsidRPr="004D6FBC">
              <w:rPr>
                <w:sz w:val="20"/>
                <w:szCs w:val="20"/>
              </w:rPr>
              <w:t>8.P.1.1</w:t>
            </w:r>
          </w:p>
          <w:p w:rsidR="00E07635" w:rsidRPr="004D6FBC" w:rsidRDefault="00E07635" w:rsidP="006255B4">
            <w:pPr>
              <w:spacing w:after="0" w:line="240" w:lineRule="auto"/>
              <w:rPr>
                <w:sz w:val="20"/>
                <w:szCs w:val="20"/>
              </w:rPr>
            </w:pPr>
            <w:r w:rsidRPr="004D6FBC">
              <w:rPr>
                <w:sz w:val="20"/>
                <w:szCs w:val="20"/>
              </w:rPr>
              <w:t>8.P.1.2</w:t>
            </w:r>
          </w:p>
          <w:p w:rsidR="00E07635" w:rsidRPr="004D6FBC" w:rsidRDefault="00E07635" w:rsidP="006255B4">
            <w:pPr>
              <w:spacing w:after="0" w:line="240" w:lineRule="auto"/>
              <w:rPr>
                <w:sz w:val="20"/>
                <w:szCs w:val="20"/>
              </w:rPr>
            </w:pPr>
            <w:r w:rsidRPr="004D6FBC">
              <w:rPr>
                <w:sz w:val="20"/>
                <w:szCs w:val="20"/>
              </w:rPr>
              <w:t>8.P.1.3</w:t>
            </w:r>
          </w:p>
          <w:p w:rsidR="00E07635" w:rsidRPr="00B0794F" w:rsidRDefault="00E07635" w:rsidP="006255B4">
            <w:pPr>
              <w:spacing w:after="0" w:line="240" w:lineRule="auto"/>
              <w:rPr>
                <w:sz w:val="20"/>
                <w:szCs w:val="20"/>
              </w:rPr>
            </w:pPr>
            <w:r w:rsidRPr="004D6FBC">
              <w:rPr>
                <w:sz w:val="20"/>
                <w:szCs w:val="20"/>
              </w:rPr>
              <w:t>8.P.1.4</w:t>
            </w:r>
          </w:p>
          <w:p w:rsidR="00E07635" w:rsidRDefault="00E07635" w:rsidP="006255B4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07635" w:rsidRDefault="00E07635" w:rsidP="006255B4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07635" w:rsidRPr="00F33E92" w:rsidRDefault="00E07635" w:rsidP="006255B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33E92">
              <w:rPr>
                <w:b/>
                <w:sz w:val="20"/>
                <w:szCs w:val="20"/>
              </w:rPr>
              <w:t>Supporting Standards</w:t>
            </w:r>
          </w:p>
          <w:p w:rsidR="00E07635" w:rsidRDefault="00E07635" w:rsidP="006255B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6.P.2.1</w:t>
            </w:r>
          </w:p>
          <w:p w:rsidR="00E07635" w:rsidRDefault="00E07635" w:rsidP="006255B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6.P.2.2</w:t>
            </w:r>
          </w:p>
          <w:p w:rsidR="00E07635" w:rsidRPr="008F2469" w:rsidRDefault="00E07635" w:rsidP="006255B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6.P.2.3</w:t>
            </w:r>
          </w:p>
          <w:p w:rsidR="00E07635" w:rsidRPr="00F33E92" w:rsidRDefault="00E07635" w:rsidP="002008D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E07635" w:rsidRDefault="00E07635" w:rsidP="00B1528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Essential Question: </w:t>
            </w:r>
            <w:r w:rsidRPr="00F33E9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Why is conservation necessary for human survival?</w:t>
            </w:r>
          </w:p>
          <w:p w:rsidR="00E07635" w:rsidRDefault="00E07635" w:rsidP="00B15289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07635" w:rsidRDefault="00E07635" w:rsidP="00B15289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07635" w:rsidRDefault="00E07635" w:rsidP="00B15289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07635" w:rsidRPr="00296C4E" w:rsidRDefault="00E07635" w:rsidP="00B1528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Enduring Understandings: </w:t>
            </w:r>
            <w:r>
              <w:rPr>
                <w:sz w:val="20"/>
                <w:szCs w:val="20"/>
              </w:rPr>
              <w:t xml:space="preserve">Conservation of our natural resources is essential to ensure the sustainability of our natural resources. </w:t>
            </w:r>
          </w:p>
          <w:p w:rsidR="00E07635" w:rsidRDefault="00E07635" w:rsidP="00B15289">
            <w:pPr>
              <w:spacing w:after="0" w:line="240" w:lineRule="auto"/>
              <w:rPr>
                <w:sz w:val="20"/>
                <w:szCs w:val="20"/>
              </w:rPr>
            </w:pPr>
          </w:p>
          <w:p w:rsidR="00E07635" w:rsidRDefault="00E07635" w:rsidP="00B15289">
            <w:pPr>
              <w:spacing w:after="0" w:line="240" w:lineRule="auto"/>
              <w:rPr>
                <w:sz w:val="20"/>
                <w:szCs w:val="20"/>
              </w:rPr>
            </w:pPr>
          </w:p>
          <w:p w:rsidR="00E07635" w:rsidRDefault="00E07635" w:rsidP="00B15289">
            <w:pPr>
              <w:spacing w:after="0" w:line="240" w:lineRule="auto"/>
              <w:rPr>
                <w:sz w:val="20"/>
                <w:szCs w:val="20"/>
              </w:rPr>
            </w:pPr>
          </w:p>
          <w:p w:rsidR="00625274" w:rsidRDefault="00625274" w:rsidP="00B15289">
            <w:pPr>
              <w:spacing w:after="0" w:line="240" w:lineRule="auto"/>
              <w:rPr>
                <w:sz w:val="20"/>
                <w:szCs w:val="20"/>
              </w:rPr>
            </w:pPr>
          </w:p>
          <w:p w:rsidR="00E07635" w:rsidRDefault="00E07635" w:rsidP="00B15289">
            <w:pPr>
              <w:spacing w:after="0" w:line="240" w:lineRule="auto"/>
              <w:rPr>
                <w:b/>
                <w:color w:val="548DD4"/>
                <w:sz w:val="20"/>
                <w:szCs w:val="20"/>
              </w:rPr>
            </w:pPr>
            <w:r w:rsidRPr="004D6FBC">
              <w:rPr>
                <w:b/>
                <w:color w:val="548DD4"/>
                <w:sz w:val="20"/>
                <w:szCs w:val="20"/>
              </w:rPr>
              <w:t>Core Standards</w:t>
            </w:r>
          </w:p>
          <w:p w:rsidR="00E07635" w:rsidRPr="00BD0819" w:rsidRDefault="00E07635" w:rsidP="00B15289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RST.6-8.1</w:t>
            </w:r>
            <w:r>
              <w:rPr>
                <w:color w:val="548DD4"/>
                <w:sz w:val="20"/>
                <w:szCs w:val="20"/>
              </w:rPr>
              <w:t xml:space="preserve">      WHST.6-8.1</w:t>
            </w:r>
          </w:p>
          <w:p w:rsidR="00E07635" w:rsidRPr="00BD0819" w:rsidRDefault="00E07635" w:rsidP="00B15289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RST.6-8.2</w:t>
            </w:r>
            <w:r>
              <w:rPr>
                <w:color w:val="548DD4"/>
                <w:sz w:val="20"/>
                <w:szCs w:val="20"/>
              </w:rPr>
              <w:t xml:space="preserve">      WHST.6-8.2</w:t>
            </w:r>
          </w:p>
          <w:p w:rsidR="00E07635" w:rsidRPr="00BD0819" w:rsidRDefault="00E07635" w:rsidP="00B15289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RST.6-8.3</w:t>
            </w:r>
            <w:r>
              <w:rPr>
                <w:color w:val="548DD4"/>
                <w:sz w:val="20"/>
                <w:szCs w:val="20"/>
              </w:rPr>
              <w:t xml:space="preserve">      WHST.6-8.4</w:t>
            </w:r>
          </w:p>
          <w:p w:rsidR="00E07635" w:rsidRPr="00BD0819" w:rsidRDefault="00E07635" w:rsidP="00B15289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RST.6-8.4</w:t>
            </w:r>
            <w:r>
              <w:rPr>
                <w:color w:val="548DD4"/>
                <w:sz w:val="20"/>
                <w:szCs w:val="20"/>
              </w:rPr>
              <w:t xml:space="preserve">      WHST.6-8.5</w:t>
            </w:r>
          </w:p>
          <w:p w:rsidR="00E07635" w:rsidRPr="00BD0819" w:rsidRDefault="00E07635" w:rsidP="00B15289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RST.6-8.5</w:t>
            </w:r>
            <w:r>
              <w:rPr>
                <w:color w:val="548DD4"/>
                <w:sz w:val="20"/>
                <w:szCs w:val="20"/>
              </w:rPr>
              <w:t xml:space="preserve">      WHST.6-8.6</w:t>
            </w:r>
          </w:p>
          <w:p w:rsidR="00E07635" w:rsidRPr="00BD0819" w:rsidRDefault="00E07635" w:rsidP="00B15289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RST.6-8.6</w:t>
            </w:r>
            <w:r>
              <w:rPr>
                <w:color w:val="548DD4"/>
                <w:sz w:val="20"/>
                <w:szCs w:val="20"/>
              </w:rPr>
              <w:t xml:space="preserve">      WHST.6-8.7</w:t>
            </w:r>
          </w:p>
          <w:p w:rsidR="00E07635" w:rsidRPr="00BD0819" w:rsidRDefault="00E07635" w:rsidP="00B15289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RST.6-8.7</w:t>
            </w:r>
            <w:r>
              <w:rPr>
                <w:color w:val="548DD4"/>
                <w:sz w:val="20"/>
                <w:szCs w:val="20"/>
              </w:rPr>
              <w:t xml:space="preserve">      WHST.6-8.8</w:t>
            </w:r>
          </w:p>
          <w:p w:rsidR="00E07635" w:rsidRPr="00BD0819" w:rsidRDefault="00E07635" w:rsidP="00B15289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RST.6-8.8</w:t>
            </w:r>
            <w:r>
              <w:rPr>
                <w:color w:val="548DD4"/>
                <w:sz w:val="20"/>
                <w:szCs w:val="20"/>
              </w:rPr>
              <w:t xml:space="preserve">      WHST.6-8.9</w:t>
            </w:r>
          </w:p>
          <w:p w:rsidR="00E07635" w:rsidRPr="00BD0819" w:rsidRDefault="00E07635" w:rsidP="00B15289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RST.6-8.9</w:t>
            </w:r>
            <w:r>
              <w:rPr>
                <w:color w:val="548DD4"/>
                <w:sz w:val="20"/>
                <w:szCs w:val="20"/>
              </w:rPr>
              <w:t xml:space="preserve">      WHST.6-8.10</w:t>
            </w:r>
          </w:p>
          <w:p w:rsidR="00E07635" w:rsidRDefault="00E07635" w:rsidP="00B15289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RST.6-8.10</w:t>
            </w:r>
          </w:p>
          <w:p w:rsidR="00625274" w:rsidRPr="004D6FBC" w:rsidRDefault="00625274" w:rsidP="00B15289">
            <w:pPr>
              <w:spacing w:after="0" w:line="240" w:lineRule="auto"/>
              <w:rPr>
                <w:b/>
                <w:color w:val="548DD4"/>
                <w:sz w:val="20"/>
                <w:szCs w:val="20"/>
              </w:rPr>
            </w:pPr>
          </w:p>
          <w:p w:rsidR="00E07635" w:rsidRDefault="00E07635" w:rsidP="006255B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33E92">
              <w:rPr>
                <w:b/>
                <w:sz w:val="20"/>
                <w:szCs w:val="20"/>
              </w:rPr>
              <w:t>Priority Standards</w:t>
            </w:r>
          </w:p>
          <w:p w:rsidR="00E07635" w:rsidRPr="004D6FBC" w:rsidRDefault="00E07635" w:rsidP="006255B4">
            <w:pPr>
              <w:spacing w:after="0" w:line="240" w:lineRule="auto"/>
              <w:rPr>
                <w:sz w:val="20"/>
                <w:szCs w:val="20"/>
              </w:rPr>
            </w:pPr>
            <w:r w:rsidRPr="004D6FBC">
              <w:rPr>
                <w:sz w:val="20"/>
                <w:szCs w:val="20"/>
              </w:rPr>
              <w:t>8.P.2.1</w:t>
            </w:r>
          </w:p>
          <w:p w:rsidR="00E07635" w:rsidRPr="004D6FBC" w:rsidRDefault="00E07635" w:rsidP="006255B4">
            <w:pPr>
              <w:spacing w:after="0" w:line="240" w:lineRule="auto"/>
              <w:rPr>
                <w:sz w:val="20"/>
                <w:szCs w:val="20"/>
              </w:rPr>
            </w:pPr>
            <w:r w:rsidRPr="004D6FBC">
              <w:rPr>
                <w:sz w:val="20"/>
                <w:szCs w:val="20"/>
              </w:rPr>
              <w:t>8.P.2.2</w:t>
            </w:r>
          </w:p>
          <w:p w:rsidR="00E07635" w:rsidRDefault="00E07635" w:rsidP="006255B4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07635" w:rsidRDefault="00E07635" w:rsidP="006255B4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07635" w:rsidRDefault="00E07635" w:rsidP="006255B4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07635" w:rsidRDefault="00E07635" w:rsidP="006255B4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07635" w:rsidRPr="00F33E92" w:rsidRDefault="00E07635" w:rsidP="006255B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33E92">
              <w:rPr>
                <w:b/>
                <w:sz w:val="20"/>
                <w:szCs w:val="20"/>
              </w:rPr>
              <w:t>Supporting Standards</w:t>
            </w:r>
          </w:p>
          <w:p w:rsidR="00E07635" w:rsidRDefault="00E07635" w:rsidP="006255B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6.P.3.1</w:t>
            </w:r>
          </w:p>
          <w:p w:rsidR="00E07635" w:rsidRDefault="00E07635" w:rsidP="006255B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6.P.3.3</w:t>
            </w:r>
          </w:p>
          <w:p w:rsidR="00E07635" w:rsidRPr="00F33E92" w:rsidRDefault="00E07635" w:rsidP="006255B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7.P.2.2</w:t>
            </w:r>
          </w:p>
        </w:tc>
      </w:tr>
    </w:tbl>
    <w:p w:rsidR="00EC3486" w:rsidRDefault="00EC3486" w:rsidP="00F83D9F">
      <w:pPr>
        <w:spacing w:after="0" w:line="240" w:lineRule="auto"/>
      </w:pPr>
    </w:p>
    <w:p w:rsidR="00EC3486" w:rsidRDefault="00EC3486" w:rsidP="00F83D9F">
      <w:pPr>
        <w:spacing w:after="0" w:line="240" w:lineRule="auto"/>
      </w:pPr>
    </w:p>
    <w:p w:rsidR="00EC3486" w:rsidRDefault="00EC3486" w:rsidP="00F83D9F">
      <w:pPr>
        <w:spacing w:after="0" w:line="240" w:lineRule="auto"/>
      </w:pPr>
    </w:p>
    <w:p w:rsidR="00EC3486" w:rsidRDefault="00EC3486" w:rsidP="00F83D9F">
      <w:pPr>
        <w:spacing w:after="0" w:line="240" w:lineRule="auto"/>
      </w:pPr>
    </w:p>
    <w:p w:rsidR="00EC3486" w:rsidRDefault="00EC3486" w:rsidP="00F83D9F">
      <w:pPr>
        <w:spacing w:after="0" w:line="240" w:lineRule="auto"/>
      </w:pPr>
    </w:p>
    <w:p w:rsidR="00EC3486" w:rsidRDefault="00EC3486" w:rsidP="00F83D9F">
      <w:pPr>
        <w:spacing w:after="0" w:line="240" w:lineRule="auto"/>
      </w:pPr>
    </w:p>
    <w:p w:rsidR="00EC3486" w:rsidRDefault="00EC3486" w:rsidP="00F83D9F">
      <w:pPr>
        <w:spacing w:after="0" w:line="240" w:lineRule="auto"/>
      </w:pPr>
    </w:p>
    <w:p w:rsidR="00EC3486" w:rsidRDefault="00EC3486" w:rsidP="00F83D9F">
      <w:pPr>
        <w:spacing w:after="0" w:line="240" w:lineRule="auto"/>
      </w:pPr>
    </w:p>
    <w:p w:rsidR="00EC3486" w:rsidRDefault="00EC3486" w:rsidP="00F83D9F">
      <w:pPr>
        <w:spacing w:after="0" w:line="240" w:lineRule="auto"/>
      </w:pPr>
    </w:p>
    <w:p w:rsidR="00EC3486" w:rsidRDefault="00EC3486" w:rsidP="00F83D9F">
      <w:pPr>
        <w:spacing w:after="0" w:line="240" w:lineRule="auto"/>
      </w:pPr>
    </w:p>
    <w:p w:rsidR="00B15289" w:rsidRPr="00FE6885" w:rsidRDefault="00B15289" w:rsidP="00B15289">
      <w:pPr>
        <w:spacing w:after="0" w:line="240" w:lineRule="auto"/>
      </w:pPr>
    </w:p>
    <w:p w:rsidR="00EC3486" w:rsidRDefault="00EC3486" w:rsidP="00F83D9F">
      <w:pPr>
        <w:spacing w:after="0" w:line="240" w:lineRule="auto"/>
      </w:pPr>
    </w:p>
    <w:p w:rsidR="00EC3486" w:rsidRDefault="00EC3486" w:rsidP="00F83D9F">
      <w:pPr>
        <w:spacing w:after="0" w:line="240" w:lineRule="auto"/>
      </w:pPr>
    </w:p>
    <w:p w:rsidR="00EC3486" w:rsidRDefault="00EC3486" w:rsidP="00F83D9F">
      <w:pPr>
        <w:spacing w:after="0" w:line="240" w:lineRule="auto"/>
      </w:pPr>
    </w:p>
    <w:p w:rsidR="00EC3486" w:rsidRDefault="00EC3486" w:rsidP="00F83D9F">
      <w:pPr>
        <w:spacing w:after="0" w:line="240" w:lineRule="auto"/>
      </w:pPr>
    </w:p>
    <w:sectPr w:rsidR="00EC3486" w:rsidSect="00687E09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3C2D" w:rsidRDefault="00BA3C2D" w:rsidP="00687E09">
      <w:pPr>
        <w:spacing w:after="0" w:line="240" w:lineRule="auto"/>
      </w:pPr>
      <w:r>
        <w:separator/>
      </w:r>
    </w:p>
  </w:endnote>
  <w:endnote w:type="continuationSeparator" w:id="1">
    <w:p w:rsidR="00BA3C2D" w:rsidRDefault="00BA3C2D" w:rsidP="00687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3C2D" w:rsidRDefault="00BA3C2D" w:rsidP="00687E09">
      <w:pPr>
        <w:spacing w:after="0" w:line="240" w:lineRule="auto"/>
      </w:pPr>
      <w:r>
        <w:separator/>
      </w:r>
    </w:p>
  </w:footnote>
  <w:footnote w:type="continuationSeparator" w:id="1">
    <w:p w:rsidR="00BA3C2D" w:rsidRDefault="00BA3C2D" w:rsidP="00687E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BE4" w:rsidRDefault="00687E09">
    <w:pPr>
      <w:pStyle w:val="Header"/>
      <w:pBdr>
        <w:bottom w:val="thickThinSmallGap" w:sz="24" w:space="1" w:color="622423"/>
      </w:pBdr>
      <w:jc w:val="center"/>
      <w:rPr>
        <w:rFonts w:ascii="Cambria" w:eastAsia="Times New Roman" w:hAnsi="Cambria"/>
        <w:sz w:val="32"/>
        <w:szCs w:val="32"/>
      </w:rPr>
    </w:pPr>
    <w:r>
      <w:rPr>
        <w:rFonts w:ascii="Cambria" w:eastAsia="Times New Roman" w:hAnsi="Cambria"/>
        <w:sz w:val="32"/>
        <w:szCs w:val="32"/>
      </w:rPr>
      <w:t xml:space="preserve">HALIFAX COUNTY SCHOOLS                                                                                                                                  PACING GUIDE                                                                                                                                                      </w:t>
    </w:r>
  </w:p>
  <w:p w:rsidR="00687E09" w:rsidRDefault="00F60FE0" w:rsidP="00F60FE0">
    <w:pPr>
      <w:pStyle w:val="Header"/>
      <w:pBdr>
        <w:bottom w:val="thickThinSmallGap" w:sz="24" w:space="1" w:color="622423"/>
      </w:pBdr>
      <w:jc w:val="center"/>
      <w:rPr>
        <w:rFonts w:ascii="Cambria" w:eastAsia="Times New Roman" w:hAnsi="Cambria"/>
        <w:sz w:val="32"/>
        <w:szCs w:val="32"/>
      </w:rPr>
    </w:pPr>
    <w:r>
      <w:rPr>
        <w:rFonts w:ascii="Cambria" w:eastAsia="Times New Roman" w:hAnsi="Cambria"/>
        <w:sz w:val="32"/>
        <w:szCs w:val="32"/>
      </w:rPr>
      <w:t>Science – Grade 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doNotTrackMoves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52CD6"/>
    <w:rsid w:val="00054CE5"/>
    <w:rsid w:val="00085C28"/>
    <w:rsid w:val="00130209"/>
    <w:rsid w:val="00163BE4"/>
    <w:rsid w:val="001758B9"/>
    <w:rsid w:val="001A13BF"/>
    <w:rsid w:val="001A5193"/>
    <w:rsid w:val="001D1847"/>
    <w:rsid w:val="002008DA"/>
    <w:rsid w:val="0020232B"/>
    <w:rsid w:val="00240B75"/>
    <w:rsid w:val="002509B6"/>
    <w:rsid w:val="002A6F4C"/>
    <w:rsid w:val="002C691A"/>
    <w:rsid w:val="003061BA"/>
    <w:rsid w:val="00322FAF"/>
    <w:rsid w:val="00326734"/>
    <w:rsid w:val="003564D8"/>
    <w:rsid w:val="00397B89"/>
    <w:rsid w:val="003A06B4"/>
    <w:rsid w:val="003A669B"/>
    <w:rsid w:val="003F31DF"/>
    <w:rsid w:val="00403CC1"/>
    <w:rsid w:val="004236BC"/>
    <w:rsid w:val="00437B8E"/>
    <w:rsid w:val="00493CA6"/>
    <w:rsid w:val="004D6FBC"/>
    <w:rsid w:val="004F6314"/>
    <w:rsid w:val="00531B7A"/>
    <w:rsid w:val="00544329"/>
    <w:rsid w:val="0054599B"/>
    <w:rsid w:val="00595A36"/>
    <w:rsid w:val="005A6008"/>
    <w:rsid w:val="005C1A0B"/>
    <w:rsid w:val="005F56E0"/>
    <w:rsid w:val="005F57F9"/>
    <w:rsid w:val="00606503"/>
    <w:rsid w:val="00625274"/>
    <w:rsid w:val="006255B4"/>
    <w:rsid w:val="00687E09"/>
    <w:rsid w:val="006A01EA"/>
    <w:rsid w:val="006A6E5A"/>
    <w:rsid w:val="006B1040"/>
    <w:rsid w:val="006F5962"/>
    <w:rsid w:val="007255DC"/>
    <w:rsid w:val="00731A2A"/>
    <w:rsid w:val="0074421B"/>
    <w:rsid w:val="0077008E"/>
    <w:rsid w:val="007D274A"/>
    <w:rsid w:val="007E3962"/>
    <w:rsid w:val="00853C71"/>
    <w:rsid w:val="008C5E8F"/>
    <w:rsid w:val="008F2469"/>
    <w:rsid w:val="008F40B6"/>
    <w:rsid w:val="009204ED"/>
    <w:rsid w:val="00925EFC"/>
    <w:rsid w:val="009377A3"/>
    <w:rsid w:val="009651D9"/>
    <w:rsid w:val="00997659"/>
    <w:rsid w:val="009B2A34"/>
    <w:rsid w:val="00A17FC4"/>
    <w:rsid w:val="00A35E67"/>
    <w:rsid w:val="00A36CCF"/>
    <w:rsid w:val="00AC6CD4"/>
    <w:rsid w:val="00B15289"/>
    <w:rsid w:val="00B41712"/>
    <w:rsid w:val="00B626C2"/>
    <w:rsid w:val="00B65E7C"/>
    <w:rsid w:val="00BA0319"/>
    <w:rsid w:val="00BA3C2D"/>
    <w:rsid w:val="00BB79CD"/>
    <w:rsid w:val="00BD0819"/>
    <w:rsid w:val="00BE4D2F"/>
    <w:rsid w:val="00C02BDF"/>
    <w:rsid w:val="00C7787C"/>
    <w:rsid w:val="00CA26EB"/>
    <w:rsid w:val="00CE187D"/>
    <w:rsid w:val="00D34E55"/>
    <w:rsid w:val="00D43B3F"/>
    <w:rsid w:val="00D6338D"/>
    <w:rsid w:val="00D713DF"/>
    <w:rsid w:val="00D8347A"/>
    <w:rsid w:val="00E07635"/>
    <w:rsid w:val="00E10ACD"/>
    <w:rsid w:val="00E151AE"/>
    <w:rsid w:val="00E30346"/>
    <w:rsid w:val="00E32F30"/>
    <w:rsid w:val="00E55891"/>
    <w:rsid w:val="00E639C7"/>
    <w:rsid w:val="00E70D29"/>
    <w:rsid w:val="00E72322"/>
    <w:rsid w:val="00E82D02"/>
    <w:rsid w:val="00EA406C"/>
    <w:rsid w:val="00EB1BC8"/>
    <w:rsid w:val="00EC3486"/>
    <w:rsid w:val="00F0725A"/>
    <w:rsid w:val="00F33E92"/>
    <w:rsid w:val="00F55EF2"/>
    <w:rsid w:val="00F57DA4"/>
    <w:rsid w:val="00F60FE0"/>
    <w:rsid w:val="00F70ADF"/>
    <w:rsid w:val="00F725F0"/>
    <w:rsid w:val="00F83D9F"/>
    <w:rsid w:val="00F91232"/>
    <w:rsid w:val="00FB6C90"/>
    <w:rsid w:val="00FE06AC"/>
    <w:rsid w:val="00FE4FE5"/>
    <w:rsid w:val="00FE6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A2A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89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7E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E09"/>
  </w:style>
  <w:style w:type="paragraph" w:styleId="Footer">
    <w:name w:val="footer"/>
    <w:basedOn w:val="Normal"/>
    <w:link w:val="FooterChar"/>
    <w:uiPriority w:val="99"/>
    <w:unhideWhenUsed/>
    <w:rsid w:val="00687E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7E09"/>
  </w:style>
  <w:style w:type="paragraph" w:styleId="BalloonText">
    <w:name w:val="Balloon Text"/>
    <w:basedOn w:val="Normal"/>
    <w:link w:val="BalloonTextChar"/>
    <w:uiPriority w:val="99"/>
    <w:semiHidden/>
    <w:unhideWhenUsed/>
    <w:rsid w:val="00687E0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87E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87E0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uiPriority w:val="9"/>
    <w:rsid w:val="00E55891"/>
    <w:rPr>
      <w:rFonts w:ascii="Cambria" w:eastAsia="Times New Roman" w:hAnsi="Cambria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4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Curriculum%202016-17\Science\Pacing%20Guide%20Science%20Grade%208%202016-1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F9B37-0CA8-43B3-91B2-72411C20A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Pacing Guide Science Grade 8 2016-17</Template>
  <TotalTime>1</TotalTime>
  <Pages>2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HALIFAX COUNTY SCHOOLS                                                                                                                                  PACING GUIDE                                                                                           </vt:lpstr>
    </vt:vector>
  </TitlesOfParts>
  <Company>Hewlett-Packard Company</Company>
  <LinksUpToDate>false</LinksUpToDate>
  <CharactersWithSpaces>3896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HALIFAX COUNTY SCHOOLS                                                                                                                                  PACING GUIDE                                                                                                                                                      READING-6TH</dc:title>
  <dc:subject/>
  <dc:creator> </dc:creator>
  <cp:keywords/>
  <cp:lastModifiedBy> </cp:lastModifiedBy>
  <cp:revision>1</cp:revision>
  <cp:lastPrinted>2014-06-30T18:17:00Z</cp:lastPrinted>
  <dcterms:created xsi:type="dcterms:W3CDTF">2016-08-16T19:06:00Z</dcterms:created>
  <dcterms:modified xsi:type="dcterms:W3CDTF">2016-08-16T19:07:00Z</dcterms:modified>
</cp:coreProperties>
</file>